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149"/>
        <w:gridCol w:w="1134"/>
        <w:gridCol w:w="4500"/>
      </w:tblGrid>
      <w:tr w:rsidR="00437041" w:rsidRPr="00B9185A" w:rsidTr="00D45892">
        <w:trPr>
          <w:trHeight w:val="4142"/>
        </w:trPr>
        <w:tc>
          <w:tcPr>
            <w:tcW w:w="4149" w:type="dxa"/>
          </w:tcPr>
          <w:p w:rsidR="00560391" w:rsidRPr="00560391" w:rsidRDefault="00A15869" w:rsidP="00560391">
            <w:pPr>
              <w:spacing w:after="120"/>
              <w:ind w:left="-108" w:firstLine="108"/>
              <w:jc w:val="center"/>
              <w:rPr>
                <w:sz w:val="18"/>
                <w:szCs w:val="24"/>
              </w:rPr>
            </w:pPr>
            <w:bookmarkStart w:id="0" w:name="OLE_LINK10"/>
            <w:r w:rsidRPr="00560391">
              <w:rPr>
                <w:rFonts w:ascii="NTTimes/Cyrillic" w:hAnsi="NTTimes/Cyrillic"/>
                <w:noProof/>
                <w:sz w:val="24"/>
                <w:szCs w:val="24"/>
              </w:rPr>
              <w:drawing>
                <wp:inline distT="0" distB="0" distL="0" distR="0">
                  <wp:extent cx="581025" cy="68580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0391" w:rsidRPr="00560391" w:rsidRDefault="00560391" w:rsidP="00560391">
            <w:pPr>
              <w:jc w:val="center"/>
              <w:rPr>
                <w:spacing w:val="60"/>
                <w:sz w:val="2"/>
              </w:rPr>
            </w:pPr>
          </w:p>
          <w:p w:rsidR="00560391" w:rsidRPr="00560391" w:rsidRDefault="00560391" w:rsidP="00560391">
            <w:pPr>
              <w:jc w:val="center"/>
              <w:rPr>
                <w:b/>
                <w:sz w:val="24"/>
                <w:szCs w:val="24"/>
              </w:rPr>
            </w:pPr>
            <w:r w:rsidRPr="00560391">
              <w:rPr>
                <w:b/>
                <w:sz w:val="24"/>
                <w:szCs w:val="24"/>
              </w:rPr>
              <w:t>МИНИСТЕРСТВО</w:t>
            </w:r>
          </w:p>
          <w:p w:rsidR="00560391" w:rsidRPr="00560391" w:rsidRDefault="00560391" w:rsidP="00560391">
            <w:pPr>
              <w:jc w:val="center"/>
              <w:rPr>
                <w:b/>
                <w:sz w:val="24"/>
                <w:szCs w:val="24"/>
              </w:rPr>
            </w:pPr>
            <w:r w:rsidRPr="00560391">
              <w:rPr>
                <w:b/>
                <w:sz w:val="24"/>
                <w:szCs w:val="24"/>
              </w:rPr>
              <w:t xml:space="preserve">ПРОМЫШЛЕННОСТИ </w:t>
            </w:r>
          </w:p>
          <w:p w:rsidR="00560391" w:rsidRPr="00560391" w:rsidRDefault="00560391" w:rsidP="00560391">
            <w:pPr>
              <w:jc w:val="center"/>
              <w:rPr>
                <w:b/>
                <w:sz w:val="24"/>
                <w:szCs w:val="24"/>
              </w:rPr>
            </w:pPr>
            <w:r w:rsidRPr="00560391">
              <w:rPr>
                <w:b/>
                <w:sz w:val="24"/>
                <w:szCs w:val="24"/>
              </w:rPr>
              <w:t>И ТОРГОВЛИ</w:t>
            </w:r>
          </w:p>
          <w:p w:rsidR="00560391" w:rsidRPr="00560391" w:rsidRDefault="00560391" w:rsidP="00560391">
            <w:pPr>
              <w:jc w:val="center"/>
              <w:rPr>
                <w:b/>
                <w:sz w:val="24"/>
                <w:szCs w:val="24"/>
              </w:rPr>
            </w:pPr>
            <w:r w:rsidRPr="00560391">
              <w:rPr>
                <w:b/>
                <w:sz w:val="24"/>
                <w:szCs w:val="24"/>
              </w:rPr>
              <w:t>ПРИМОРСКОГО КРАЯ</w:t>
            </w:r>
          </w:p>
          <w:p w:rsidR="00560391" w:rsidRPr="00560391" w:rsidRDefault="00560391" w:rsidP="00560391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560391">
              <w:rPr>
                <w:b/>
              </w:rPr>
              <w:t>(</w:t>
            </w:r>
            <w:proofErr w:type="spellStart"/>
            <w:r w:rsidRPr="00560391">
              <w:rPr>
                <w:b/>
                <w:sz w:val="24"/>
                <w:szCs w:val="24"/>
              </w:rPr>
              <w:t>Минпромторг</w:t>
            </w:r>
            <w:proofErr w:type="spellEnd"/>
            <w:r w:rsidRPr="00560391">
              <w:rPr>
                <w:b/>
                <w:sz w:val="24"/>
                <w:szCs w:val="24"/>
              </w:rPr>
              <w:t xml:space="preserve"> </w:t>
            </w:r>
          </w:p>
          <w:p w:rsidR="00560391" w:rsidRPr="00560391" w:rsidRDefault="00560391" w:rsidP="00560391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560391">
              <w:rPr>
                <w:b/>
                <w:sz w:val="24"/>
                <w:szCs w:val="24"/>
              </w:rPr>
              <w:t>Приморского края)</w:t>
            </w:r>
          </w:p>
          <w:p w:rsidR="00560391" w:rsidRPr="00560391" w:rsidRDefault="00560391" w:rsidP="00560391">
            <w:pPr>
              <w:spacing w:line="200" w:lineRule="exact"/>
              <w:jc w:val="center"/>
              <w:rPr>
                <w:b/>
                <w:sz w:val="12"/>
                <w:szCs w:val="24"/>
              </w:rPr>
            </w:pPr>
          </w:p>
          <w:p w:rsidR="00560391" w:rsidRPr="00560391" w:rsidRDefault="00560391" w:rsidP="00560391">
            <w:pPr>
              <w:spacing w:line="180" w:lineRule="exact"/>
              <w:jc w:val="center"/>
              <w:rPr>
                <w:sz w:val="18"/>
                <w:szCs w:val="24"/>
              </w:rPr>
            </w:pPr>
            <w:r w:rsidRPr="00560391">
              <w:rPr>
                <w:sz w:val="18"/>
                <w:szCs w:val="24"/>
              </w:rPr>
              <w:t xml:space="preserve">ул. </w:t>
            </w:r>
            <w:proofErr w:type="spellStart"/>
            <w:r w:rsidRPr="00560391">
              <w:rPr>
                <w:sz w:val="18"/>
                <w:szCs w:val="24"/>
              </w:rPr>
              <w:t>Светланская</w:t>
            </w:r>
            <w:proofErr w:type="spellEnd"/>
            <w:r w:rsidRPr="00560391">
              <w:rPr>
                <w:sz w:val="18"/>
                <w:szCs w:val="24"/>
              </w:rPr>
              <w:t>, 22, г. Владивосток, 690110</w:t>
            </w:r>
          </w:p>
          <w:p w:rsidR="00560391" w:rsidRPr="00560391" w:rsidRDefault="00560391" w:rsidP="00560391">
            <w:pPr>
              <w:spacing w:line="200" w:lineRule="exact"/>
              <w:jc w:val="center"/>
              <w:rPr>
                <w:sz w:val="18"/>
                <w:szCs w:val="24"/>
              </w:rPr>
            </w:pPr>
            <w:r w:rsidRPr="00560391">
              <w:rPr>
                <w:sz w:val="18"/>
                <w:szCs w:val="24"/>
              </w:rPr>
              <w:t>Телефон (факс): (423) 221-59-15, 202-26-49</w:t>
            </w:r>
          </w:p>
          <w:p w:rsidR="00560391" w:rsidRPr="00560391" w:rsidRDefault="00560391" w:rsidP="00560391">
            <w:pPr>
              <w:ind w:right="34"/>
              <w:jc w:val="center"/>
              <w:rPr>
                <w:sz w:val="18"/>
                <w:szCs w:val="24"/>
              </w:rPr>
            </w:pPr>
            <w:r w:rsidRPr="00560391">
              <w:rPr>
                <w:sz w:val="18"/>
                <w:szCs w:val="24"/>
                <w:lang w:val="en-US"/>
              </w:rPr>
              <w:t>E</w:t>
            </w:r>
            <w:r w:rsidRPr="00560391">
              <w:rPr>
                <w:sz w:val="18"/>
                <w:szCs w:val="24"/>
              </w:rPr>
              <w:t>-</w:t>
            </w:r>
            <w:r w:rsidRPr="00560391">
              <w:rPr>
                <w:sz w:val="18"/>
                <w:szCs w:val="24"/>
                <w:lang w:val="en-US"/>
              </w:rPr>
              <w:t>mail</w:t>
            </w:r>
            <w:r w:rsidRPr="00560391">
              <w:rPr>
                <w:sz w:val="18"/>
                <w:szCs w:val="24"/>
              </w:rPr>
              <w:t xml:space="preserve">: </w:t>
            </w:r>
            <w:proofErr w:type="spellStart"/>
            <w:r w:rsidRPr="00560391">
              <w:rPr>
                <w:sz w:val="18"/>
                <w:szCs w:val="24"/>
                <w:lang w:val="en-US"/>
              </w:rPr>
              <w:t>minpromtorg</w:t>
            </w:r>
            <w:proofErr w:type="spellEnd"/>
            <w:r w:rsidRPr="00560391">
              <w:rPr>
                <w:sz w:val="18"/>
                <w:szCs w:val="24"/>
              </w:rPr>
              <w:t>@</w:t>
            </w:r>
            <w:proofErr w:type="spellStart"/>
            <w:r w:rsidRPr="00560391">
              <w:rPr>
                <w:sz w:val="18"/>
                <w:szCs w:val="24"/>
                <w:lang w:val="en-US"/>
              </w:rPr>
              <w:t>primorsky</w:t>
            </w:r>
            <w:proofErr w:type="spellEnd"/>
            <w:r w:rsidRPr="00560391">
              <w:rPr>
                <w:sz w:val="18"/>
                <w:szCs w:val="24"/>
              </w:rPr>
              <w:t>.</w:t>
            </w:r>
            <w:proofErr w:type="spellStart"/>
            <w:r w:rsidRPr="00560391">
              <w:rPr>
                <w:sz w:val="18"/>
                <w:szCs w:val="24"/>
                <w:lang w:val="en-US"/>
              </w:rPr>
              <w:t>ru</w:t>
            </w:r>
            <w:proofErr w:type="spellEnd"/>
            <w:r w:rsidRPr="00560391">
              <w:rPr>
                <w:sz w:val="18"/>
                <w:szCs w:val="24"/>
              </w:rPr>
              <w:t xml:space="preserve"> </w:t>
            </w:r>
          </w:p>
          <w:p w:rsidR="00560391" w:rsidRPr="00560391" w:rsidRDefault="00560391" w:rsidP="00560391">
            <w:pPr>
              <w:spacing w:line="200" w:lineRule="exact"/>
              <w:jc w:val="center"/>
              <w:rPr>
                <w:sz w:val="18"/>
                <w:szCs w:val="24"/>
              </w:rPr>
            </w:pPr>
            <w:r w:rsidRPr="00560391">
              <w:rPr>
                <w:sz w:val="18"/>
                <w:szCs w:val="24"/>
              </w:rPr>
              <w:t>ОКПО 02511615, ОГРН 1202500000108</w:t>
            </w:r>
          </w:p>
          <w:p w:rsidR="00560391" w:rsidRPr="00560391" w:rsidRDefault="00560391" w:rsidP="00560391">
            <w:pPr>
              <w:spacing w:line="200" w:lineRule="exact"/>
              <w:jc w:val="center"/>
              <w:rPr>
                <w:sz w:val="18"/>
                <w:szCs w:val="24"/>
              </w:rPr>
            </w:pPr>
            <w:r w:rsidRPr="00560391">
              <w:rPr>
                <w:sz w:val="18"/>
                <w:szCs w:val="24"/>
              </w:rPr>
              <w:t>ИНН/КПП 2540254701/254001001</w:t>
            </w:r>
          </w:p>
          <w:p w:rsidR="00560391" w:rsidRPr="00560391" w:rsidRDefault="00560391" w:rsidP="00560391">
            <w:pPr>
              <w:ind w:right="34"/>
              <w:jc w:val="center"/>
              <w:rPr>
                <w:sz w:val="18"/>
                <w:szCs w:val="24"/>
              </w:rPr>
            </w:pPr>
          </w:p>
          <w:p w:rsidR="00560391" w:rsidRPr="00560391" w:rsidRDefault="00560391" w:rsidP="00560391">
            <w:pPr>
              <w:ind w:right="34"/>
              <w:jc w:val="center"/>
              <w:rPr>
                <w:sz w:val="2"/>
                <w:szCs w:val="24"/>
              </w:rPr>
            </w:pPr>
          </w:p>
          <w:p w:rsidR="00560391" w:rsidRPr="00560391" w:rsidRDefault="00560391" w:rsidP="00560391">
            <w:pPr>
              <w:ind w:right="-42" w:firstLine="4"/>
              <w:jc w:val="both"/>
              <w:rPr>
                <w:sz w:val="24"/>
                <w:szCs w:val="24"/>
              </w:rPr>
            </w:pPr>
            <w:r w:rsidRPr="00560391">
              <w:rPr>
                <w:sz w:val="24"/>
                <w:szCs w:val="24"/>
              </w:rPr>
              <w:t>________________№ ____________</w:t>
            </w:r>
          </w:p>
          <w:p w:rsidR="00560391" w:rsidRPr="00560391" w:rsidRDefault="00560391" w:rsidP="00560391">
            <w:pPr>
              <w:ind w:right="-42" w:firstLine="4"/>
              <w:jc w:val="both"/>
              <w:rPr>
                <w:sz w:val="14"/>
                <w:szCs w:val="24"/>
              </w:rPr>
            </w:pPr>
          </w:p>
          <w:p w:rsidR="00560391" w:rsidRPr="00560391" w:rsidRDefault="00560391" w:rsidP="00560391">
            <w:pPr>
              <w:spacing w:line="276" w:lineRule="auto"/>
              <w:ind w:right="-42" w:firstLine="4"/>
              <w:jc w:val="both"/>
              <w:rPr>
                <w:sz w:val="24"/>
                <w:szCs w:val="24"/>
              </w:rPr>
            </w:pPr>
            <w:r w:rsidRPr="00560391">
              <w:rPr>
                <w:sz w:val="24"/>
                <w:szCs w:val="24"/>
              </w:rPr>
              <w:t>На № __________ от ____________</w:t>
            </w:r>
          </w:p>
          <w:bookmarkEnd w:id="0"/>
          <w:p w:rsidR="00437041" w:rsidRPr="00B9185A" w:rsidRDefault="00437041">
            <w:pPr>
              <w:spacing w:before="120"/>
              <w:ind w:left="-180" w:right="-137"/>
              <w:jc w:val="center"/>
            </w:pPr>
          </w:p>
        </w:tc>
        <w:tc>
          <w:tcPr>
            <w:tcW w:w="1134" w:type="dxa"/>
          </w:tcPr>
          <w:p w:rsidR="00437041" w:rsidRPr="00B9185A" w:rsidRDefault="00437041">
            <w:pPr>
              <w:jc w:val="center"/>
            </w:pPr>
          </w:p>
        </w:tc>
        <w:tc>
          <w:tcPr>
            <w:tcW w:w="4500" w:type="dxa"/>
          </w:tcPr>
          <w:p w:rsidR="00437041" w:rsidRPr="00560391" w:rsidRDefault="00437041">
            <w:pPr>
              <w:rPr>
                <w:sz w:val="26"/>
                <w:szCs w:val="26"/>
              </w:rPr>
            </w:pPr>
          </w:p>
          <w:p w:rsidR="008C2C05" w:rsidRPr="00560391" w:rsidRDefault="008C2C05" w:rsidP="000C6A70">
            <w:pPr>
              <w:ind w:left="33"/>
              <w:rPr>
                <w:sz w:val="26"/>
                <w:szCs w:val="26"/>
              </w:rPr>
            </w:pPr>
          </w:p>
          <w:p w:rsidR="0029701A" w:rsidRDefault="0029701A" w:rsidP="0029701A">
            <w:pPr>
              <w:rPr>
                <w:sz w:val="28"/>
                <w:szCs w:val="28"/>
              </w:rPr>
            </w:pPr>
          </w:p>
          <w:p w:rsidR="0029701A" w:rsidRDefault="0029701A" w:rsidP="0029701A">
            <w:pPr>
              <w:rPr>
                <w:sz w:val="28"/>
                <w:szCs w:val="28"/>
              </w:rPr>
            </w:pPr>
          </w:p>
          <w:p w:rsidR="009F6749" w:rsidRPr="004D55B8" w:rsidRDefault="006E0B68" w:rsidP="00A226DF">
            <w:pPr>
              <w:rPr>
                <w:sz w:val="28"/>
              </w:rPr>
            </w:pPr>
            <w:r>
              <w:rPr>
                <w:sz w:val="28"/>
                <w:szCs w:val="28"/>
              </w:rPr>
              <w:t>Главам МО по списку</w:t>
            </w:r>
          </w:p>
        </w:tc>
      </w:tr>
    </w:tbl>
    <w:p w:rsidR="000F20BA" w:rsidRDefault="000F20BA" w:rsidP="002075B0">
      <w:pPr>
        <w:jc w:val="both"/>
        <w:rPr>
          <w:sz w:val="28"/>
          <w:szCs w:val="28"/>
        </w:rPr>
      </w:pPr>
    </w:p>
    <w:p w:rsidR="00D45892" w:rsidRPr="003F1900" w:rsidRDefault="00D45892" w:rsidP="002075B0">
      <w:pPr>
        <w:jc w:val="both"/>
        <w:rPr>
          <w:sz w:val="28"/>
          <w:szCs w:val="28"/>
        </w:rPr>
      </w:pPr>
    </w:p>
    <w:p w:rsidR="002E2AA7" w:rsidRDefault="002E2AA7" w:rsidP="002E2AA7">
      <w:pPr>
        <w:widowControl w:val="0"/>
        <w:tabs>
          <w:tab w:val="left" w:pos="0"/>
        </w:tabs>
        <w:spacing w:line="336" w:lineRule="auto"/>
        <w:ind w:firstLine="709"/>
        <w:jc w:val="both"/>
        <w:rPr>
          <w:sz w:val="28"/>
          <w:szCs w:val="28"/>
        </w:rPr>
      </w:pPr>
    </w:p>
    <w:p w:rsidR="006E0B68" w:rsidRDefault="006E0B68" w:rsidP="006E0B68">
      <w:pPr>
        <w:widowControl w:val="0"/>
        <w:tabs>
          <w:tab w:val="left" w:pos="0"/>
        </w:tabs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E2AA7" w:rsidRPr="00FA2F4D">
        <w:rPr>
          <w:sz w:val="28"/>
          <w:szCs w:val="28"/>
        </w:rPr>
        <w:t>инистерство промышленности и торговли Приморского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="00F14536">
        <w:rPr>
          <w:sz w:val="28"/>
          <w:szCs w:val="28"/>
        </w:rPr>
        <w:t>направляет для сведения информацию о возможности быстрой поставки средств индивидуальной защиты.</w:t>
      </w:r>
    </w:p>
    <w:p w:rsidR="002705E1" w:rsidRDefault="002705E1" w:rsidP="00ED2A81">
      <w:pPr>
        <w:widowControl w:val="0"/>
        <w:jc w:val="both"/>
        <w:rPr>
          <w:sz w:val="28"/>
          <w:szCs w:val="28"/>
        </w:rPr>
      </w:pPr>
    </w:p>
    <w:p w:rsidR="00CC08BE" w:rsidRDefault="00CC08BE" w:rsidP="00ED2A81">
      <w:pPr>
        <w:widowControl w:val="0"/>
        <w:jc w:val="both"/>
        <w:rPr>
          <w:sz w:val="28"/>
          <w:szCs w:val="28"/>
        </w:rPr>
      </w:pPr>
    </w:p>
    <w:p w:rsidR="005262B8" w:rsidRDefault="00CC08BE" w:rsidP="00ED2A8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 л. в 1 экз.</w:t>
      </w:r>
    </w:p>
    <w:p w:rsidR="00CC08BE" w:rsidRDefault="00CC08BE" w:rsidP="00ED2A81">
      <w:pPr>
        <w:widowControl w:val="0"/>
        <w:jc w:val="both"/>
        <w:rPr>
          <w:sz w:val="28"/>
          <w:szCs w:val="28"/>
        </w:rPr>
      </w:pPr>
    </w:p>
    <w:p w:rsidR="00CC08BE" w:rsidRDefault="00CC08BE" w:rsidP="00ED2A81">
      <w:pPr>
        <w:widowControl w:val="0"/>
        <w:jc w:val="both"/>
        <w:rPr>
          <w:sz w:val="28"/>
          <w:szCs w:val="28"/>
        </w:rPr>
      </w:pPr>
    </w:p>
    <w:p w:rsidR="002E2AA7" w:rsidRDefault="002E2AA7" w:rsidP="00ED2A81">
      <w:pPr>
        <w:widowControl w:val="0"/>
        <w:jc w:val="both"/>
        <w:rPr>
          <w:sz w:val="28"/>
          <w:szCs w:val="28"/>
        </w:rPr>
      </w:pPr>
    </w:p>
    <w:p w:rsidR="00FE6D24" w:rsidRPr="00B9185A" w:rsidRDefault="00A36566" w:rsidP="00ED2A81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М</w:t>
      </w:r>
      <w:r w:rsidR="00D45892">
        <w:rPr>
          <w:sz w:val="28"/>
          <w:szCs w:val="28"/>
        </w:rPr>
        <w:t>инистр</w:t>
      </w:r>
      <w:r w:rsidR="00D45892">
        <w:rPr>
          <w:sz w:val="28"/>
          <w:szCs w:val="28"/>
        </w:rPr>
        <w:tab/>
      </w:r>
      <w:r w:rsidR="00D45892">
        <w:rPr>
          <w:sz w:val="28"/>
          <w:szCs w:val="28"/>
        </w:rPr>
        <w:tab/>
      </w:r>
      <w:r w:rsidR="008D5325" w:rsidRPr="008D5325">
        <w:rPr>
          <w:sz w:val="28"/>
          <w:szCs w:val="28"/>
        </w:rPr>
        <w:tab/>
        <w:t xml:space="preserve"> </w:t>
      </w:r>
      <w:r w:rsidR="000F20BA">
        <w:rPr>
          <w:sz w:val="28"/>
          <w:szCs w:val="28"/>
        </w:rPr>
        <w:tab/>
      </w:r>
      <w:r w:rsidR="000F20BA">
        <w:rPr>
          <w:sz w:val="28"/>
          <w:szCs w:val="28"/>
        </w:rPr>
        <w:tab/>
      </w:r>
      <w:r w:rsidR="000F20BA">
        <w:rPr>
          <w:sz w:val="28"/>
          <w:szCs w:val="28"/>
        </w:rPr>
        <w:tab/>
      </w:r>
      <w:r w:rsidR="000F20BA">
        <w:rPr>
          <w:sz w:val="28"/>
          <w:szCs w:val="28"/>
        </w:rPr>
        <w:tab/>
      </w:r>
      <w:r w:rsidR="000F20BA">
        <w:rPr>
          <w:sz w:val="28"/>
          <w:szCs w:val="28"/>
        </w:rPr>
        <w:tab/>
      </w:r>
      <w:r w:rsidR="000F20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0E73">
        <w:rPr>
          <w:sz w:val="28"/>
          <w:szCs w:val="28"/>
        </w:rPr>
        <w:t xml:space="preserve"> </w:t>
      </w:r>
      <w:r w:rsidR="00AF7C2D">
        <w:rPr>
          <w:sz w:val="28"/>
          <w:szCs w:val="28"/>
        </w:rPr>
        <w:t xml:space="preserve">  </w:t>
      </w:r>
      <w:r>
        <w:rPr>
          <w:sz w:val="28"/>
          <w:szCs w:val="28"/>
        </w:rPr>
        <w:t>С.В. Калитин</w:t>
      </w:r>
    </w:p>
    <w:p w:rsidR="00FE6D24" w:rsidRPr="00A92CE3" w:rsidRDefault="00FE6D24" w:rsidP="00ED2A81">
      <w:pPr>
        <w:widowControl w:val="0"/>
        <w:jc w:val="both"/>
        <w:rPr>
          <w:sz w:val="28"/>
          <w:szCs w:val="28"/>
        </w:rPr>
      </w:pPr>
    </w:p>
    <w:p w:rsidR="002E2AA7" w:rsidRDefault="002E2AA7" w:rsidP="00ED2A81">
      <w:pPr>
        <w:widowControl w:val="0"/>
        <w:jc w:val="both"/>
        <w:rPr>
          <w:sz w:val="24"/>
          <w:szCs w:val="24"/>
        </w:rPr>
      </w:pPr>
    </w:p>
    <w:p w:rsidR="002E2AA7" w:rsidRDefault="002E2AA7" w:rsidP="00ED2A81">
      <w:pPr>
        <w:widowControl w:val="0"/>
        <w:jc w:val="both"/>
        <w:rPr>
          <w:sz w:val="24"/>
          <w:szCs w:val="24"/>
        </w:rPr>
      </w:pPr>
    </w:p>
    <w:p w:rsidR="002E2AA7" w:rsidRDefault="002E2AA7" w:rsidP="00ED2A81">
      <w:pPr>
        <w:widowControl w:val="0"/>
        <w:jc w:val="both"/>
        <w:rPr>
          <w:sz w:val="24"/>
          <w:szCs w:val="24"/>
        </w:rPr>
      </w:pPr>
    </w:p>
    <w:p w:rsidR="006E0B68" w:rsidRDefault="006E0B68" w:rsidP="00ED2A81">
      <w:pPr>
        <w:widowControl w:val="0"/>
        <w:jc w:val="both"/>
        <w:rPr>
          <w:sz w:val="24"/>
          <w:szCs w:val="24"/>
        </w:rPr>
      </w:pPr>
    </w:p>
    <w:p w:rsidR="006E0B68" w:rsidRDefault="006E0B68" w:rsidP="00ED2A81">
      <w:pPr>
        <w:widowControl w:val="0"/>
        <w:jc w:val="both"/>
        <w:rPr>
          <w:sz w:val="24"/>
          <w:szCs w:val="24"/>
        </w:rPr>
      </w:pPr>
    </w:p>
    <w:p w:rsidR="006E0B68" w:rsidRDefault="006E0B68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F14536" w:rsidRDefault="00F14536" w:rsidP="00ED2A81">
      <w:pPr>
        <w:widowControl w:val="0"/>
        <w:jc w:val="both"/>
        <w:rPr>
          <w:sz w:val="24"/>
          <w:szCs w:val="24"/>
        </w:rPr>
      </w:pPr>
    </w:p>
    <w:p w:rsidR="006E0B68" w:rsidRDefault="006E0B68" w:rsidP="00ED2A81">
      <w:pPr>
        <w:widowControl w:val="0"/>
        <w:jc w:val="both"/>
        <w:rPr>
          <w:sz w:val="24"/>
          <w:szCs w:val="24"/>
        </w:rPr>
      </w:pPr>
      <w:bookmarkStart w:id="1" w:name="_GoBack"/>
      <w:bookmarkEnd w:id="1"/>
    </w:p>
    <w:p w:rsidR="00022FA8" w:rsidRPr="00A92CE3" w:rsidRDefault="00F65869" w:rsidP="00ED2A81">
      <w:pPr>
        <w:widowControl w:val="0"/>
        <w:jc w:val="both"/>
        <w:rPr>
          <w:sz w:val="24"/>
          <w:szCs w:val="24"/>
        </w:rPr>
      </w:pPr>
      <w:r w:rsidRPr="00A92CE3">
        <w:rPr>
          <w:sz w:val="24"/>
          <w:szCs w:val="24"/>
        </w:rPr>
        <w:t>Медведев Дмитрий Викторович</w:t>
      </w:r>
    </w:p>
    <w:p w:rsidR="00022FA8" w:rsidRPr="00D45892" w:rsidRDefault="00022FA8" w:rsidP="00ED2A81">
      <w:pPr>
        <w:widowControl w:val="0"/>
      </w:pPr>
      <w:r w:rsidRPr="00A92CE3">
        <w:rPr>
          <w:sz w:val="24"/>
          <w:szCs w:val="24"/>
        </w:rPr>
        <w:t>(423) 2</w:t>
      </w:r>
      <w:r w:rsidR="008C2C05" w:rsidRPr="00A92CE3">
        <w:rPr>
          <w:sz w:val="24"/>
          <w:szCs w:val="24"/>
        </w:rPr>
        <w:t>2</w:t>
      </w:r>
      <w:r w:rsidR="00F65869" w:rsidRPr="00A92CE3">
        <w:rPr>
          <w:sz w:val="24"/>
          <w:szCs w:val="24"/>
        </w:rPr>
        <w:t>1</w:t>
      </w:r>
      <w:r w:rsidRPr="00A92CE3">
        <w:rPr>
          <w:sz w:val="24"/>
          <w:szCs w:val="24"/>
        </w:rPr>
        <w:t>-</w:t>
      </w:r>
      <w:r w:rsidR="00F65869" w:rsidRPr="00A92CE3">
        <w:rPr>
          <w:sz w:val="24"/>
          <w:szCs w:val="24"/>
        </w:rPr>
        <w:t>54</w:t>
      </w:r>
      <w:r w:rsidRPr="00A92CE3">
        <w:rPr>
          <w:sz w:val="24"/>
          <w:szCs w:val="24"/>
        </w:rPr>
        <w:t>-</w:t>
      </w:r>
      <w:r w:rsidR="00F65869" w:rsidRPr="00A92CE3">
        <w:rPr>
          <w:sz w:val="24"/>
          <w:szCs w:val="24"/>
        </w:rPr>
        <w:t>26</w:t>
      </w:r>
    </w:p>
    <w:sectPr w:rsidR="00022FA8" w:rsidRPr="00D45892" w:rsidSect="004D55B8">
      <w:headerReference w:type="even" r:id="rId9"/>
      <w:headerReference w:type="default" r:id="rId10"/>
      <w:pgSz w:w="11906" w:h="16838" w:code="9"/>
      <w:pgMar w:top="284" w:right="851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02C" w:rsidRDefault="001A202C">
      <w:r>
        <w:separator/>
      </w:r>
    </w:p>
  </w:endnote>
  <w:endnote w:type="continuationSeparator" w:id="0">
    <w:p w:rsidR="001A202C" w:rsidRDefault="001A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02C" w:rsidRDefault="001A202C">
      <w:r>
        <w:separator/>
      </w:r>
    </w:p>
  </w:footnote>
  <w:footnote w:type="continuationSeparator" w:id="0">
    <w:p w:rsidR="001A202C" w:rsidRDefault="001A2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041" w:rsidRDefault="004370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7041" w:rsidRDefault="004370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041" w:rsidRPr="00B161C2" w:rsidRDefault="00437041">
    <w:pPr>
      <w:pStyle w:val="a3"/>
      <w:framePr w:wrap="around" w:vAnchor="text" w:hAnchor="margin" w:xAlign="center" w:y="1"/>
      <w:rPr>
        <w:rStyle w:val="a5"/>
        <w:color w:val="FFFFFF" w:themeColor="background1"/>
      </w:rPr>
    </w:pPr>
    <w:r w:rsidRPr="00B161C2">
      <w:rPr>
        <w:rStyle w:val="a5"/>
        <w:color w:val="FFFFFF" w:themeColor="background1"/>
      </w:rPr>
      <w:fldChar w:fldCharType="begin"/>
    </w:r>
    <w:r w:rsidRPr="00B161C2">
      <w:rPr>
        <w:rStyle w:val="a5"/>
        <w:color w:val="FFFFFF" w:themeColor="background1"/>
      </w:rPr>
      <w:instrText xml:space="preserve">PAGE  </w:instrText>
    </w:r>
    <w:r w:rsidRPr="00B161C2">
      <w:rPr>
        <w:rStyle w:val="a5"/>
        <w:color w:val="FFFFFF" w:themeColor="background1"/>
      </w:rPr>
      <w:fldChar w:fldCharType="separate"/>
    </w:r>
    <w:r w:rsidR="00CC08BE">
      <w:rPr>
        <w:rStyle w:val="a5"/>
        <w:noProof/>
        <w:color w:val="FFFFFF" w:themeColor="background1"/>
      </w:rPr>
      <w:t>2</w:t>
    </w:r>
    <w:r w:rsidRPr="00B161C2">
      <w:rPr>
        <w:rStyle w:val="a5"/>
        <w:color w:val="FFFFFF" w:themeColor="background1"/>
      </w:rPr>
      <w:fldChar w:fldCharType="end"/>
    </w:r>
  </w:p>
  <w:p w:rsidR="00437041" w:rsidRDefault="00437041">
    <w:pPr>
      <w:pStyle w:val="a3"/>
    </w:pPr>
  </w:p>
  <w:p w:rsidR="00437041" w:rsidRDefault="004370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D5183"/>
    <w:multiLevelType w:val="hybridMultilevel"/>
    <w:tmpl w:val="CD3634C8"/>
    <w:lvl w:ilvl="0" w:tplc="064E3348">
      <w:numFmt w:val="bullet"/>
      <w:lvlText w:val="-"/>
      <w:lvlJc w:val="left"/>
      <w:pPr>
        <w:tabs>
          <w:tab w:val="num" w:pos="1770"/>
        </w:tabs>
        <w:ind w:left="1770" w:hanging="10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292C64"/>
    <w:multiLevelType w:val="hybridMultilevel"/>
    <w:tmpl w:val="57A85E10"/>
    <w:lvl w:ilvl="0" w:tplc="DF7C2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13B34"/>
    <w:multiLevelType w:val="hybridMultilevel"/>
    <w:tmpl w:val="13A40284"/>
    <w:lvl w:ilvl="0" w:tplc="DF7C2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CF45DF"/>
    <w:multiLevelType w:val="hybridMultilevel"/>
    <w:tmpl w:val="62643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D6B9B"/>
    <w:multiLevelType w:val="hybridMultilevel"/>
    <w:tmpl w:val="7548B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616E6"/>
    <w:multiLevelType w:val="hybridMultilevel"/>
    <w:tmpl w:val="3FD43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A91D77"/>
    <w:multiLevelType w:val="hybridMultilevel"/>
    <w:tmpl w:val="C24EB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63D6E"/>
    <w:multiLevelType w:val="hybridMultilevel"/>
    <w:tmpl w:val="E4D2FA5A"/>
    <w:lvl w:ilvl="0" w:tplc="78EEB9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D6A3054"/>
    <w:multiLevelType w:val="hybridMultilevel"/>
    <w:tmpl w:val="B06CC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C57"/>
    <w:rsid w:val="00001C63"/>
    <w:rsid w:val="00006ED0"/>
    <w:rsid w:val="000079BF"/>
    <w:rsid w:val="00012001"/>
    <w:rsid w:val="00017591"/>
    <w:rsid w:val="00022FA8"/>
    <w:rsid w:val="000315DA"/>
    <w:rsid w:val="00036E82"/>
    <w:rsid w:val="00040D6F"/>
    <w:rsid w:val="00041B37"/>
    <w:rsid w:val="0004351F"/>
    <w:rsid w:val="000467C9"/>
    <w:rsid w:val="00046881"/>
    <w:rsid w:val="00055E21"/>
    <w:rsid w:val="000743B7"/>
    <w:rsid w:val="0008181F"/>
    <w:rsid w:val="00090B55"/>
    <w:rsid w:val="00092E01"/>
    <w:rsid w:val="00093A8E"/>
    <w:rsid w:val="00094F4A"/>
    <w:rsid w:val="0009672A"/>
    <w:rsid w:val="000A4BC2"/>
    <w:rsid w:val="000C3DFA"/>
    <w:rsid w:val="000C6A70"/>
    <w:rsid w:val="000D46CC"/>
    <w:rsid w:val="000E406E"/>
    <w:rsid w:val="000F20BA"/>
    <w:rsid w:val="001072E4"/>
    <w:rsid w:val="00110F11"/>
    <w:rsid w:val="00111797"/>
    <w:rsid w:val="001119C9"/>
    <w:rsid w:val="00121F90"/>
    <w:rsid w:val="00122371"/>
    <w:rsid w:val="001236F5"/>
    <w:rsid w:val="0013597D"/>
    <w:rsid w:val="00135C8B"/>
    <w:rsid w:val="00141917"/>
    <w:rsid w:val="00142249"/>
    <w:rsid w:val="0015679D"/>
    <w:rsid w:val="00170C54"/>
    <w:rsid w:val="0017160B"/>
    <w:rsid w:val="0017223F"/>
    <w:rsid w:val="001771E6"/>
    <w:rsid w:val="00177257"/>
    <w:rsid w:val="00181DBD"/>
    <w:rsid w:val="00183055"/>
    <w:rsid w:val="001856FE"/>
    <w:rsid w:val="00197941"/>
    <w:rsid w:val="001A202C"/>
    <w:rsid w:val="001A5985"/>
    <w:rsid w:val="001C4525"/>
    <w:rsid w:val="001C6511"/>
    <w:rsid w:val="001C6F5D"/>
    <w:rsid w:val="001D59EB"/>
    <w:rsid w:val="001D6E4F"/>
    <w:rsid w:val="001D7DB1"/>
    <w:rsid w:val="001E11E4"/>
    <w:rsid w:val="001E5DBE"/>
    <w:rsid w:val="001E6124"/>
    <w:rsid w:val="001E7532"/>
    <w:rsid w:val="001F322A"/>
    <w:rsid w:val="001F3C30"/>
    <w:rsid w:val="001F78A4"/>
    <w:rsid w:val="002063C8"/>
    <w:rsid w:val="00206E89"/>
    <w:rsid w:val="002075B0"/>
    <w:rsid w:val="002149D3"/>
    <w:rsid w:val="002222A6"/>
    <w:rsid w:val="00233590"/>
    <w:rsid w:val="00240621"/>
    <w:rsid w:val="00240C07"/>
    <w:rsid w:val="00242D4C"/>
    <w:rsid w:val="00246344"/>
    <w:rsid w:val="0024656D"/>
    <w:rsid w:val="002506AC"/>
    <w:rsid w:val="00252D78"/>
    <w:rsid w:val="00254145"/>
    <w:rsid w:val="00257EAE"/>
    <w:rsid w:val="00257FC3"/>
    <w:rsid w:val="00262866"/>
    <w:rsid w:val="00263978"/>
    <w:rsid w:val="00264B41"/>
    <w:rsid w:val="002705E1"/>
    <w:rsid w:val="00282800"/>
    <w:rsid w:val="00283E05"/>
    <w:rsid w:val="00286DAD"/>
    <w:rsid w:val="0029328D"/>
    <w:rsid w:val="0029701A"/>
    <w:rsid w:val="002A0C1D"/>
    <w:rsid w:val="002A51D3"/>
    <w:rsid w:val="002A567B"/>
    <w:rsid w:val="002B516A"/>
    <w:rsid w:val="002B51BF"/>
    <w:rsid w:val="002D4B55"/>
    <w:rsid w:val="002E2AA7"/>
    <w:rsid w:val="002E2BA5"/>
    <w:rsid w:val="002E3BAC"/>
    <w:rsid w:val="002E6EF3"/>
    <w:rsid w:val="002F2DEE"/>
    <w:rsid w:val="00300259"/>
    <w:rsid w:val="00310946"/>
    <w:rsid w:val="00314BC6"/>
    <w:rsid w:val="003157D0"/>
    <w:rsid w:val="0031603E"/>
    <w:rsid w:val="00322D18"/>
    <w:rsid w:val="00343279"/>
    <w:rsid w:val="00344FE1"/>
    <w:rsid w:val="00370776"/>
    <w:rsid w:val="00373064"/>
    <w:rsid w:val="003929FC"/>
    <w:rsid w:val="00394FA8"/>
    <w:rsid w:val="003A4311"/>
    <w:rsid w:val="003A6074"/>
    <w:rsid w:val="003C2074"/>
    <w:rsid w:val="003E2D08"/>
    <w:rsid w:val="003E78FE"/>
    <w:rsid w:val="003F1900"/>
    <w:rsid w:val="003F4AD6"/>
    <w:rsid w:val="0040295C"/>
    <w:rsid w:val="00407127"/>
    <w:rsid w:val="0041069A"/>
    <w:rsid w:val="00411E54"/>
    <w:rsid w:val="00413BC2"/>
    <w:rsid w:val="00414B2E"/>
    <w:rsid w:val="00420EB7"/>
    <w:rsid w:val="0042781D"/>
    <w:rsid w:val="00430980"/>
    <w:rsid w:val="0043306F"/>
    <w:rsid w:val="0043440F"/>
    <w:rsid w:val="00437041"/>
    <w:rsid w:val="00443753"/>
    <w:rsid w:val="00444314"/>
    <w:rsid w:val="00445224"/>
    <w:rsid w:val="0044762A"/>
    <w:rsid w:val="00451D35"/>
    <w:rsid w:val="00452828"/>
    <w:rsid w:val="00456113"/>
    <w:rsid w:val="00461A97"/>
    <w:rsid w:val="00462E67"/>
    <w:rsid w:val="004705E4"/>
    <w:rsid w:val="00470D9D"/>
    <w:rsid w:val="00471246"/>
    <w:rsid w:val="00472A4C"/>
    <w:rsid w:val="004745EE"/>
    <w:rsid w:val="00475BE1"/>
    <w:rsid w:val="00480EFF"/>
    <w:rsid w:val="00480F78"/>
    <w:rsid w:val="004876EB"/>
    <w:rsid w:val="004963C7"/>
    <w:rsid w:val="004B0F6D"/>
    <w:rsid w:val="004B5884"/>
    <w:rsid w:val="004D55B8"/>
    <w:rsid w:val="004D7FFB"/>
    <w:rsid w:val="004E27E6"/>
    <w:rsid w:val="004E7F38"/>
    <w:rsid w:val="004F058E"/>
    <w:rsid w:val="004F1F7B"/>
    <w:rsid w:val="004F2005"/>
    <w:rsid w:val="00502344"/>
    <w:rsid w:val="00502512"/>
    <w:rsid w:val="00505DBF"/>
    <w:rsid w:val="00507C3B"/>
    <w:rsid w:val="00507F79"/>
    <w:rsid w:val="00515A25"/>
    <w:rsid w:val="00515A63"/>
    <w:rsid w:val="00520A62"/>
    <w:rsid w:val="0052374B"/>
    <w:rsid w:val="00524BE7"/>
    <w:rsid w:val="005262B8"/>
    <w:rsid w:val="00534723"/>
    <w:rsid w:val="0054059F"/>
    <w:rsid w:val="00544054"/>
    <w:rsid w:val="00553A97"/>
    <w:rsid w:val="0055561C"/>
    <w:rsid w:val="00560391"/>
    <w:rsid w:val="00567883"/>
    <w:rsid w:val="00570379"/>
    <w:rsid w:val="00570B3F"/>
    <w:rsid w:val="005715E0"/>
    <w:rsid w:val="0057758A"/>
    <w:rsid w:val="00584DA3"/>
    <w:rsid w:val="00596CD1"/>
    <w:rsid w:val="005A5C12"/>
    <w:rsid w:val="005B0CE6"/>
    <w:rsid w:val="005B6B59"/>
    <w:rsid w:val="005C0591"/>
    <w:rsid w:val="005C1E5B"/>
    <w:rsid w:val="005C5AFF"/>
    <w:rsid w:val="005C75B4"/>
    <w:rsid w:val="005E2028"/>
    <w:rsid w:val="005E3063"/>
    <w:rsid w:val="00602D9E"/>
    <w:rsid w:val="00603236"/>
    <w:rsid w:val="00607BB9"/>
    <w:rsid w:val="00610376"/>
    <w:rsid w:val="0063688E"/>
    <w:rsid w:val="006444A8"/>
    <w:rsid w:val="00644838"/>
    <w:rsid w:val="006509B9"/>
    <w:rsid w:val="00654CF8"/>
    <w:rsid w:val="00655ACA"/>
    <w:rsid w:val="00660F4C"/>
    <w:rsid w:val="006646DD"/>
    <w:rsid w:val="00665A2C"/>
    <w:rsid w:val="00666F6A"/>
    <w:rsid w:val="00673250"/>
    <w:rsid w:val="0067360B"/>
    <w:rsid w:val="006777BE"/>
    <w:rsid w:val="0068627C"/>
    <w:rsid w:val="00695217"/>
    <w:rsid w:val="00695C8D"/>
    <w:rsid w:val="00696576"/>
    <w:rsid w:val="006972D1"/>
    <w:rsid w:val="006A0B05"/>
    <w:rsid w:val="006A2379"/>
    <w:rsid w:val="006A30C0"/>
    <w:rsid w:val="006A38DF"/>
    <w:rsid w:val="006A39BB"/>
    <w:rsid w:val="006A5E3C"/>
    <w:rsid w:val="006A6A8B"/>
    <w:rsid w:val="006B32ED"/>
    <w:rsid w:val="006B74F9"/>
    <w:rsid w:val="006D3CE4"/>
    <w:rsid w:val="006D69E2"/>
    <w:rsid w:val="006D783A"/>
    <w:rsid w:val="006E0B68"/>
    <w:rsid w:val="006F2CA2"/>
    <w:rsid w:val="006F4D50"/>
    <w:rsid w:val="007041E4"/>
    <w:rsid w:val="00705A9D"/>
    <w:rsid w:val="00712373"/>
    <w:rsid w:val="00716479"/>
    <w:rsid w:val="00724FD4"/>
    <w:rsid w:val="00727B41"/>
    <w:rsid w:val="00730423"/>
    <w:rsid w:val="007314AF"/>
    <w:rsid w:val="00733F42"/>
    <w:rsid w:val="0074001E"/>
    <w:rsid w:val="007454BE"/>
    <w:rsid w:val="00746319"/>
    <w:rsid w:val="00752759"/>
    <w:rsid w:val="007554B5"/>
    <w:rsid w:val="007562BA"/>
    <w:rsid w:val="00757E22"/>
    <w:rsid w:val="00760908"/>
    <w:rsid w:val="00760D26"/>
    <w:rsid w:val="0076284F"/>
    <w:rsid w:val="00775EAB"/>
    <w:rsid w:val="00781801"/>
    <w:rsid w:val="007841F4"/>
    <w:rsid w:val="00785B0C"/>
    <w:rsid w:val="00786B90"/>
    <w:rsid w:val="00786F7A"/>
    <w:rsid w:val="007A6523"/>
    <w:rsid w:val="007A73DA"/>
    <w:rsid w:val="007B02D3"/>
    <w:rsid w:val="007B3053"/>
    <w:rsid w:val="007B3B84"/>
    <w:rsid w:val="007B663D"/>
    <w:rsid w:val="007B7862"/>
    <w:rsid w:val="007C06E0"/>
    <w:rsid w:val="007C168C"/>
    <w:rsid w:val="007C5B6B"/>
    <w:rsid w:val="007C700F"/>
    <w:rsid w:val="007C76DB"/>
    <w:rsid w:val="007D2CCB"/>
    <w:rsid w:val="007D2DE9"/>
    <w:rsid w:val="007E27A3"/>
    <w:rsid w:val="007F06D1"/>
    <w:rsid w:val="007F3CE1"/>
    <w:rsid w:val="007F7D6A"/>
    <w:rsid w:val="00803429"/>
    <w:rsid w:val="00812FE8"/>
    <w:rsid w:val="00826202"/>
    <w:rsid w:val="00830643"/>
    <w:rsid w:val="0083371E"/>
    <w:rsid w:val="00835BF0"/>
    <w:rsid w:val="008400F5"/>
    <w:rsid w:val="00842CF2"/>
    <w:rsid w:val="0084690C"/>
    <w:rsid w:val="008474AE"/>
    <w:rsid w:val="00850AE5"/>
    <w:rsid w:val="00855A42"/>
    <w:rsid w:val="0086356A"/>
    <w:rsid w:val="008656F9"/>
    <w:rsid w:val="00866519"/>
    <w:rsid w:val="00867D88"/>
    <w:rsid w:val="008727EC"/>
    <w:rsid w:val="0087467F"/>
    <w:rsid w:val="00874FF1"/>
    <w:rsid w:val="00875FB1"/>
    <w:rsid w:val="0088018C"/>
    <w:rsid w:val="008807C6"/>
    <w:rsid w:val="0088095E"/>
    <w:rsid w:val="0088213C"/>
    <w:rsid w:val="00884AC1"/>
    <w:rsid w:val="00890215"/>
    <w:rsid w:val="0089199A"/>
    <w:rsid w:val="008A4692"/>
    <w:rsid w:val="008A5109"/>
    <w:rsid w:val="008B7B3A"/>
    <w:rsid w:val="008C2C05"/>
    <w:rsid w:val="008C4E24"/>
    <w:rsid w:val="008D5325"/>
    <w:rsid w:val="008D6B32"/>
    <w:rsid w:val="008D7EC1"/>
    <w:rsid w:val="008E0F58"/>
    <w:rsid w:val="008E3A25"/>
    <w:rsid w:val="008F0491"/>
    <w:rsid w:val="008F1CC1"/>
    <w:rsid w:val="008F279D"/>
    <w:rsid w:val="008F58C9"/>
    <w:rsid w:val="008F6824"/>
    <w:rsid w:val="009030A9"/>
    <w:rsid w:val="0090335E"/>
    <w:rsid w:val="00904E8A"/>
    <w:rsid w:val="00906E32"/>
    <w:rsid w:val="00911238"/>
    <w:rsid w:val="00913FC8"/>
    <w:rsid w:val="009142CF"/>
    <w:rsid w:val="0091676F"/>
    <w:rsid w:val="00927132"/>
    <w:rsid w:val="00927323"/>
    <w:rsid w:val="00937560"/>
    <w:rsid w:val="00945AC7"/>
    <w:rsid w:val="00950661"/>
    <w:rsid w:val="00952FD8"/>
    <w:rsid w:val="00962E59"/>
    <w:rsid w:val="00964265"/>
    <w:rsid w:val="00966FAC"/>
    <w:rsid w:val="009745CA"/>
    <w:rsid w:val="0098288D"/>
    <w:rsid w:val="00992000"/>
    <w:rsid w:val="00994417"/>
    <w:rsid w:val="00994872"/>
    <w:rsid w:val="009A0B3D"/>
    <w:rsid w:val="009A141B"/>
    <w:rsid w:val="009A4BC2"/>
    <w:rsid w:val="009A5C37"/>
    <w:rsid w:val="009B7A94"/>
    <w:rsid w:val="009C2496"/>
    <w:rsid w:val="009C2BCD"/>
    <w:rsid w:val="009C7278"/>
    <w:rsid w:val="009C7D22"/>
    <w:rsid w:val="009E1F4D"/>
    <w:rsid w:val="009E2578"/>
    <w:rsid w:val="009F521B"/>
    <w:rsid w:val="009F6749"/>
    <w:rsid w:val="009F7346"/>
    <w:rsid w:val="00A05C2A"/>
    <w:rsid w:val="00A118B5"/>
    <w:rsid w:val="00A15869"/>
    <w:rsid w:val="00A226DF"/>
    <w:rsid w:val="00A22728"/>
    <w:rsid w:val="00A36566"/>
    <w:rsid w:val="00A42C57"/>
    <w:rsid w:val="00A47B90"/>
    <w:rsid w:val="00A6307E"/>
    <w:rsid w:val="00A64FDD"/>
    <w:rsid w:val="00A669E0"/>
    <w:rsid w:val="00A67F47"/>
    <w:rsid w:val="00A71516"/>
    <w:rsid w:val="00A73590"/>
    <w:rsid w:val="00A74408"/>
    <w:rsid w:val="00A74E90"/>
    <w:rsid w:val="00A77E9A"/>
    <w:rsid w:val="00A81ECA"/>
    <w:rsid w:val="00A86BAA"/>
    <w:rsid w:val="00A87ADE"/>
    <w:rsid w:val="00A91E96"/>
    <w:rsid w:val="00A92CE3"/>
    <w:rsid w:val="00A94D2E"/>
    <w:rsid w:val="00A976D7"/>
    <w:rsid w:val="00AA16B2"/>
    <w:rsid w:val="00AA4563"/>
    <w:rsid w:val="00AC0EF3"/>
    <w:rsid w:val="00AC268E"/>
    <w:rsid w:val="00AC537F"/>
    <w:rsid w:val="00AC59A6"/>
    <w:rsid w:val="00AC6D40"/>
    <w:rsid w:val="00AC7871"/>
    <w:rsid w:val="00AC7F59"/>
    <w:rsid w:val="00AE75F9"/>
    <w:rsid w:val="00AF3B31"/>
    <w:rsid w:val="00AF7B3B"/>
    <w:rsid w:val="00AF7C2D"/>
    <w:rsid w:val="00B0789E"/>
    <w:rsid w:val="00B11EDA"/>
    <w:rsid w:val="00B143D5"/>
    <w:rsid w:val="00B161C2"/>
    <w:rsid w:val="00B25220"/>
    <w:rsid w:val="00B30B6E"/>
    <w:rsid w:val="00B334A6"/>
    <w:rsid w:val="00B34AE3"/>
    <w:rsid w:val="00B361BC"/>
    <w:rsid w:val="00B4257F"/>
    <w:rsid w:val="00B453BE"/>
    <w:rsid w:val="00B46A34"/>
    <w:rsid w:val="00B536F6"/>
    <w:rsid w:val="00B553C3"/>
    <w:rsid w:val="00B61385"/>
    <w:rsid w:val="00B63D72"/>
    <w:rsid w:val="00B737AE"/>
    <w:rsid w:val="00B768DB"/>
    <w:rsid w:val="00B81CB7"/>
    <w:rsid w:val="00B83F24"/>
    <w:rsid w:val="00B84A17"/>
    <w:rsid w:val="00B86BCA"/>
    <w:rsid w:val="00B87F50"/>
    <w:rsid w:val="00B90F04"/>
    <w:rsid w:val="00B90F22"/>
    <w:rsid w:val="00B9185A"/>
    <w:rsid w:val="00BA4695"/>
    <w:rsid w:val="00BB2C47"/>
    <w:rsid w:val="00BC28DE"/>
    <w:rsid w:val="00BC3687"/>
    <w:rsid w:val="00BC7DB8"/>
    <w:rsid w:val="00BD006F"/>
    <w:rsid w:val="00BD4A73"/>
    <w:rsid w:val="00BE162B"/>
    <w:rsid w:val="00BE51FA"/>
    <w:rsid w:val="00BE58A3"/>
    <w:rsid w:val="00BF606B"/>
    <w:rsid w:val="00C15817"/>
    <w:rsid w:val="00C15EB8"/>
    <w:rsid w:val="00C16650"/>
    <w:rsid w:val="00C24C04"/>
    <w:rsid w:val="00C27A09"/>
    <w:rsid w:val="00C31524"/>
    <w:rsid w:val="00C34E53"/>
    <w:rsid w:val="00C45F0B"/>
    <w:rsid w:val="00C46D1B"/>
    <w:rsid w:val="00C54B70"/>
    <w:rsid w:val="00C62CA0"/>
    <w:rsid w:val="00C70226"/>
    <w:rsid w:val="00C72589"/>
    <w:rsid w:val="00C7703E"/>
    <w:rsid w:val="00C851F0"/>
    <w:rsid w:val="00C872BE"/>
    <w:rsid w:val="00C92BE1"/>
    <w:rsid w:val="00CA0962"/>
    <w:rsid w:val="00CA3FDB"/>
    <w:rsid w:val="00CA504D"/>
    <w:rsid w:val="00CB52B4"/>
    <w:rsid w:val="00CB7867"/>
    <w:rsid w:val="00CB7972"/>
    <w:rsid w:val="00CC08BE"/>
    <w:rsid w:val="00CC190E"/>
    <w:rsid w:val="00CC4844"/>
    <w:rsid w:val="00CC7023"/>
    <w:rsid w:val="00CD0232"/>
    <w:rsid w:val="00CD1E9E"/>
    <w:rsid w:val="00CE437C"/>
    <w:rsid w:val="00CE7B74"/>
    <w:rsid w:val="00CF13A1"/>
    <w:rsid w:val="00D0415D"/>
    <w:rsid w:val="00D33466"/>
    <w:rsid w:val="00D45892"/>
    <w:rsid w:val="00D46EFB"/>
    <w:rsid w:val="00D568F6"/>
    <w:rsid w:val="00D60768"/>
    <w:rsid w:val="00D63ED4"/>
    <w:rsid w:val="00D64187"/>
    <w:rsid w:val="00D643FD"/>
    <w:rsid w:val="00D70AA5"/>
    <w:rsid w:val="00D72A86"/>
    <w:rsid w:val="00D730E7"/>
    <w:rsid w:val="00D74C62"/>
    <w:rsid w:val="00DA22BA"/>
    <w:rsid w:val="00DA26CC"/>
    <w:rsid w:val="00DA7642"/>
    <w:rsid w:val="00DA7AFD"/>
    <w:rsid w:val="00DB4905"/>
    <w:rsid w:val="00DC28FD"/>
    <w:rsid w:val="00DD2628"/>
    <w:rsid w:val="00DD31AD"/>
    <w:rsid w:val="00DD4063"/>
    <w:rsid w:val="00DD473F"/>
    <w:rsid w:val="00DD6E6B"/>
    <w:rsid w:val="00DD7DED"/>
    <w:rsid w:val="00DE01A1"/>
    <w:rsid w:val="00DE1BBA"/>
    <w:rsid w:val="00DF37F0"/>
    <w:rsid w:val="00E06EBC"/>
    <w:rsid w:val="00E070B1"/>
    <w:rsid w:val="00E103D8"/>
    <w:rsid w:val="00E105C2"/>
    <w:rsid w:val="00E11289"/>
    <w:rsid w:val="00E12870"/>
    <w:rsid w:val="00E23E9F"/>
    <w:rsid w:val="00E2589F"/>
    <w:rsid w:val="00E26E30"/>
    <w:rsid w:val="00E30A2B"/>
    <w:rsid w:val="00E32B2C"/>
    <w:rsid w:val="00E33472"/>
    <w:rsid w:val="00E33747"/>
    <w:rsid w:val="00E3758F"/>
    <w:rsid w:val="00E415A5"/>
    <w:rsid w:val="00E437B5"/>
    <w:rsid w:val="00E43900"/>
    <w:rsid w:val="00E5056A"/>
    <w:rsid w:val="00E567D5"/>
    <w:rsid w:val="00E671DA"/>
    <w:rsid w:val="00E70205"/>
    <w:rsid w:val="00E75238"/>
    <w:rsid w:val="00E91FAF"/>
    <w:rsid w:val="00E93EB5"/>
    <w:rsid w:val="00E94AFA"/>
    <w:rsid w:val="00E96370"/>
    <w:rsid w:val="00E96781"/>
    <w:rsid w:val="00EA1C82"/>
    <w:rsid w:val="00EA4CF4"/>
    <w:rsid w:val="00EB5EA8"/>
    <w:rsid w:val="00EC53CF"/>
    <w:rsid w:val="00ED00E2"/>
    <w:rsid w:val="00ED2797"/>
    <w:rsid w:val="00ED2A81"/>
    <w:rsid w:val="00ED30F6"/>
    <w:rsid w:val="00EE289D"/>
    <w:rsid w:val="00EE6E55"/>
    <w:rsid w:val="00EE70E6"/>
    <w:rsid w:val="00EF0298"/>
    <w:rsid w:val="00EF66A8"/>
    <w:rsid w:val="00EF6830"/>
    <w:rsid w:val="00EF7594"/>
    <w:rsid w:val="00F005C7"/>
    <w:rsid w:val="00F0451A"/>
    <w:rsid w:val="00F06175"/>
    <w:rsid w:val="00F06D4E"/>
    <w:rsid w:val="00F10CAD"/>
    <w:rsid w:val="00F14536"/>
    <w:rsid w:val="00F247B0"/>
    <w:rsid w:val="00F369CA"/>
    <w:rsid w:val="00F40740"/>
    <w:rsid w:val="00F427FF"/>
    <w:rsid w:val="00F46BEA"/>
    <w:rsid w:val="00F5365A"/>
    <w:rsid w:val="00F55C93"/>
    <w:rsid w:val="00F561CB"/>
    <w:rsid w:val="00F63A44"/>
    <w:rsid w:val="00F64D2F"/>
    <w:rsid w:val="00F65869"/>
    <w:rsid w:val="00F66D56"/>
    <w:rsid w:val="00F77880"/>
    <w:rsid w:val="00F77BCC"/>
    <w:rsid w:val="00F92034"/>
    <w:rsid w:val="00F93415"/>
    <w:rsid w:val="00F93F98"/>
    <w:rsid w:val="00FA02B1"/>
    <w:rsid w:val="00FA18FD"/>
    <w:rsid w:val="00FB6173"/>
    <w:rsid w:val="00FC2238"/>
    <w:rsid w:val="00FC4D5E"/>
    <w:rsid w:val="00FC608B"/>
    <w:rsid w:val="00FD0E73"/>
    <w:rsid w:val="00FD2C03"/>
    <w:rsid w:val="00FD4D25"/>
    <w:rsid w:val="00FD69DD"/>
    <w:rsid w:val="00FD79EE"/>
    <w:rsid w:val="00FE2929"/>
    <w:rsid w:val="00FE32C3"/>
    <w:rsid w:val="00FE60F3"/>
    <w:rsid w:val="00FE6D24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3B7B0"/>
  <w15:chartTrackingRefBased/>
  <w15:docId w15:val="{F59E7D61-B089-45F1-B0E6-F1AC1FFD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spacing w:after="120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a9">
    <w:name w:val="Название"/>
    <w:basedOn w:val="a"/>
    <w:qFormat/>
    <w:pPr>
      <w:jc w:val="center"/>
    </w:pPr>
    <w:rPr>
      <w:sz w:val="32"/>
      <w:szCs w:val="24"/>
    </w:rPr>
  </w:style>
  <w:style w:type="paragraph" w:styleId="2">
    <w:name w:val="Body Text Indent 2"/>
    <w:basedOn w:val="a"/>
    <w:pPr>
      <w:ind w:firstLine="720"/>
      <w:jc w:val="both"/>
    </w:pPr>
    <w:rPr>
      <w:sz w:val="28"/>
    </w:rPr>
  </w:style>
  <w:style w:type="paragraph" w:styleId="20">
    <w:name w:val="Body Text 2"/>
    <w:basedOn w:val="a"/>
    <w:rPr>
      <w:sz w:val="28"/>
    </w:rPr>
  </w:style>
  <w:style w:type="character" w:styleId="aa">
    <w:name w:val="Hyperlink"/>
    <w:rPr>
      <w:color w:val="0000FF"/>
      <w:u w:val="single"/>
    </w:rPr>
  </w:style>
  <w:style w:type="paragraph" w:styleId="3">
    <w:name w:val="Body Text 3"/>
    <w:basedOn w:val="a"/>
    <w:pPr>
      <w:spacing w:line="360" w:lineRule="auto"/>
      <w:jc w:val="both"/>
    </w:pPr>
    <w:rPr>
      <w:sz w:val="28"/>
      <w:szCs w:val="26"/>
    </w:rPr>
  </w:style>
  <w:style w:type="paragraph" w:customStyle="1" w:styleId="pcdescr">
    <w:name w:val="pc_descr"/>
    <w:basedOn w:val="a"/>
    <w:pPr>
      <w:spacing w:before="100" w:beforeAutospacing="1" w:after="100" w:afterAutospacing="1"/>
    </w:pPr>
    <w:rPr>
      <w:color w:val="444488"/>
      <w:sz w:val="24"/>
      <w:szCs w:val="24"/>
    </w:rPr>
  </w:style>
  <w:style w:type="paragraph" w:styleId="ab">
    <w:name w:val="Normal (Web)"/>
    <w:basedOn w:val="a"/>
    <w:pPr>
      <w:spacing w:before="100" w:beforeAutospacing="1" w:after="100" w:afterAutospacing="1"/>
    </w:pPr>
    <w:rPr>
      <w:color w:val="444488"/>
      <w:sz w:val="24"/>
      <w:szCs w:val="24"/>
    </w:rPr>
  </w:style>
  <w:style w:type="paragraph" w:styleId="ac">
    <w:name w:val="List Paragraph"/>
    <w:basedOn w:val="a"/>
    <w:uiPriority w:val="34"/>
    <w:qFormat/>
    <w:rsid w:val="00B46A34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D72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files\smirnova_ll\Application%20Data\Microsoft\Templates\&#1076;&#1077;&#1087;&#1072;&#1088;&#1090;&#1072;&#1084;&#1077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28B6C-6509-4C4E-BB80-E1BCADF6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департамент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Smirnova_LL</dc:creator>
  <cp:keywords/>
  <cp:lastModifiedBy>Медведев Дмитрий Викторович</cp:lastModifiedBy>
  <cp:revision>3</cp:revision>
  <cp:lastPrinted>2020-05-20T02:55:00Z</cp:lastPrinted>
  <dcterms:created xsi:type="dcterms:W3CDTF">2020-11-10T00:35:00Z</dcterms:created>
  <dcterms:modified xsi:type="dcterms:W3CDTF">2020-11-20T01:54:00Z</dcterms:modified>
</cp:coreProperties>
</file>